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4FC5134B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FF096B">
        <w:rPr>
          <w:rFonts w:ascii="Corbel" w:hAnsi="Corbel"/>
          <w:i/>
          <w:smallCaps/>
          <w:sz w:val="24"/>
          <w:szCs w:val="24"/>
        </w:rPr>
        <w:t>2019-2022</w:t>
      </w:r>
    </w:p>
    <w:p w14:paraId="7DBC9AAE" w14:textId="2C204649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FF096B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FF096B">
        <w:rPr>
          <w:rFonts w:ascii="Corbel" w:hAnsi="Corbel"/>
          <w:sz w:val="20"/>
          <w:szCs w:val="20"/>
        </w:rPr>
        <w:t>2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5C8ADD91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50ECE" w14:textId="77777777" w:rsidR="001C70BE" w:rsidRDefault="001C70BE" w:rsidP="00C16ABF">
      <w:pPr>
        <w:spacing w:after="0" w:line="240" w:lineRule="auto"/>
      </w:pPr>
      <w:r>
        <w:separator/>
      </w:r>
    </w:p>
  </w:endnote>
  <w:endnote w:type="continuationSeparator" w:id="0">
    <w:p w14:paraId="763B9790" w14:textId="77777777" w:rsidR="001C70BE" w:rsidRDefault="001C70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8D098" w14:textId="77777777" w:rsidR="001C70BE" w:rsidRDefault="001C70BE" w:rsidP="00C16ABF">
      <w:pPr>
        <w:spacing w:after="0" w:line="240" w:lineRule="auto"/>
      </w:pPr>
      <w:r>
        <w:separator/>
      </w:r>
    </w:p>
  </w:footnote>
  <w:footnote w:type="continuationSeparator" w:id="0">
    <w:p w14:paraId="5E64B7EA" w14:textId="77777777" w:rsidR="001C70BE" w:rsidRDefault="001C70BE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0B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096B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1018B-33D9-4F07-BA2D-CF874BF16C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917</Words>
  <Characters>5503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2020-10-26T09:46:00Z</dcterms:created>
  <dcterms:modified xsi:type="dcterms:W3CDTF">2020-12-09T10:38:00Z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